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94"/>
        <w:gridCol w:w="1200"/>
        <w:gridCol w:w="1276"/>
        <w:gridCol w:w="1701"/>
        <w:gridCol w:w="992"/>
        <w:gridCol w:w="2965"/>
      </w:tblGrid>
      <w:tr w:rsidR="00A52FB6" w:rsidRPr="004968DB" w:rsidTr="003C7A04">
        <w:trPr>
          <w:trHeight w:val="284"/>
          <w:jc w:val="center"/>
        </w:trPr>
        <w:tc>
          <w:tcPr>
            <w:tcW w:w="1766" w:type="dxa"/>
            <w:gridSpan w:val="2"/>
          </w:tcPr>
          <w:p w:rsidR="00A52FB6" w:rsidRPr="004968DB" w:rsidRDefault="00A52FB6" w:rsidP="003C7A0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35.25pt" o:ole="" fillcolor="window">
                  <v:imagedata r:id="rId7" o:title=""/>
                </v:shape>
                <o:OLEObject Type="Embed" ProgID="Paint.Picture" ShapeID="_x0000_i1025" DrawAspect="Content" ObjectID="_1611477653" r:id="rId8">
                  <o:FieldCodes>\s</o:FieldCodes>
                </o:OLEObject>
              </w:object>
            </w:r>
          </w:p>
        </w:tc>
        <w:tc>
          <w:tcPr>
            <w:tcW w:w="8134" w:type="dxa"/>
            <w:gridSpan w:val="5"/>
          </w:tcPr>
          <w:p w:rsidR="00A52FB6" w:rsidRPr="004968DB" w:rsidRDefault="00A52FB6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A52FB6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A52FB6" w:rsidRPr="004968DB" w:rsidRDefault="00A52FB6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1701" w:type="dxa"/>
          </w:tcPr>
          <w:p w:rsidR="00A52FB6" w:rsidRPr="007F6B2E" w:rsidRDefault="00A52FB6" w:rsidP="00E00BC9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7F6B2E">
              <w:rPr>
                <w:rFonts w:ascii="Verdana" w:hAnsi="Verdana" w:cs="Arial"/>
                <w:b/>
                <w:sz w:val="20"/>
              </w:rPr>
              <w:t>ΕΡΓΟ:</w:t>
            </w:r>
          </w:p>
        </w:tc>
        <w:tc>
          <w:tcPr>
            <w:tcW w:w="3957" w:type="dxa"/>
            <w:gridSpan w:val="2"/>
          </w:tcPr>
          <w:p w:rsidR="00A52FB6" w:rsidRPr="007F6B2E" w:rsidRDefault="00A52FB6" w:rsidP="007F6B2E">
            <w:pPr>
              <w:rPr>
                <w:rFonts w:ascii="Verdana" w:hAnsi="Verdana" w:cs="Arial"/>
                <w:sz w:val="20"/>
              </w:rPr>
            </w:pPr>
            <w:r w:rsidRPr="007F6B2E">
              <w:rPr>
                <w:rFonts w:ascii="Verdana" w:hAnsi="Verdana" w:cs="Arial"/>
                <w:color w:val="000000"/>
                <w:sz w:val="20"/>
              </w:rPr>
              <w:t xml:space="preserve">ΣΑΕΠ </w:t>
            </w:r>
            <w:r>
              <w:rPr>
                <w:rFonts w:ascii="Verdana" w:hAnsi="Verdana" w:cs="Arial"/>
                <w:color w:val="000000"/>
                <w:sz w:val="20"/>
                <w:lang w:val="en-US"/>
              </w:rPr>
              <w:t>8</w:t>
            </w:r>
            <w:r w:rsidRPr="007F6B2E">
              <w:rPr>
                <w:rFonts w:ascii="Verdana" w:hAnsi="Verdana" w:cs="Arial"/>
                <w:color w:val="000000"/>
                <w:sz w:val="20"/>
              </w:rPr>
              <w:t>30 ΗΠΕΙΡΟΥ</w:t>
            </w:r>
            <w:r>
              <w:rPr>
                <w:rFonts w:ascii="Verdana" w:hAnsi="Verdana" w:cs="Arial"/>
                <w:color w:val="000000"/>
                <w:sz w:val="20"/>
              </w:rPr>
              <w:t xml:space="preserve"> </w:t>
            </w:r>
          </w:p>
        </w:tc>
      </w:tr>
      <w:tr w:rsidR="00A52FB6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A52FB6" w:rsidRPr="004968DB" w:rsidRDefault="00A52FB6" w:rsidP="00E00BC9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1701" w:type="dxa"/>
          </w:tcPr>
          <w:p w:rsidR="00A52FB6" w:rsidRPr="007F6B2E" w:rsidRDefault="00A52FB6" w:rsidP="00E00BC9">
            <w:pPr>
              <w:jc w:val="right"/>
              <w:rPr>
                <w:rFonts w:ascii="Verdana" w:hAnsi="Verdana" w:cs="Arial"/>
                <w:sz w:val="20"/>
                <w:lang w:val="en-US"/>
              </w:rPr>
            </w:pPr>
            <w:r w:rsidRPr="007F6B2E">
              <w:rPr>
                <w:rFonts w:ascii="Verdana" w:hAnsi="Verdana" w:cs="Arial"/>
                <w:b/>
                <w:sz w:val="20"/>
              </w:rPr>
              <w:t>ΕΡΓΟΛΑΒΙΑ:</w:t>
            </w:r>
          </w:p>
        </w:tc>
        <w:tc>
          <w:tcPr>
            <w:tcW w:w="3957" w:type="dxa"/>
            <w:gridSpan w:val="2"/>
            <w:vMerge w:val="restart"/>
          </w:tcPr>
          <w:p w:rsidR="00A52FB6" w:rsidRPr="00A77796" w:rsidRDefault="00A52FB6" w:rsidP="007F6B2E">
            <w:pPr>
              <w:rPr>
                <w:rFonts w:ascii="Verdana" w:hAnsi="Verdana"/>
                <w:sz w:val="20"/>
              </w:rPr>
            </w:pPr>
            <w:r w:rsidRPr="001D2C3F">
              <w:rPr>
                <w:rFonts w:ascii="Verdana" w:hAnsi="Verdana" w:cs="Arial"/>
                <w:color w:val="000000"/>
                <w:sz w:val="20"/>
              </w:rPr>
              <w:t>Βελτίωση – αποκατάσταση πρόσβ</w:t>
            </w:r>
            <w:r w:rsidRPr="001D2C3F">
              <w:rPr>
                <w:rFonts w:ascii="Verdana" w:hAnsi="Verdana" w:cs="Arial"/>
                <w:color w:val="000000"/>
                <w:sz w:val="20"/>
              </w:rPr>
              <w:t>α</w:t>
            </w:r>
            <w:r w:rsidRPr="001D2C3F">
              <w:rPr>
                <w:rFonts w:ascii="Verdana" w:hAnsi="Verdana" w:cs="Arial"/>
                <w:color w:val="000000"/>
                <w:sz w:val="20"/>
              </w:rPr>
              <w:t>σης στον οικισμό Φράστα της Τ.Κ Αγνάντων μέσω της επαρχιακής οδού 22</w:t>
            </w:r>
          </w:p>
        </w:tc>
      </w:tr>
      <w:tr w:rsidR="00A52FB6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A52FB6" w:rsidRPr="004968DB" w:rsidRDefault="00A52FB6" w:rsidP="00E00BC9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1701" w:type="dxa"/>
          </w:tcPr>
          <w:p w:rsidR="00A52FB6" w:rsidRPr="004968DB" w:rsidRDefault="00A52FB6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957" w:type="dxa"/>
            <w:gridSpan w:val="2"/>
            <w:vMerge/>
          </w:tcPr>
          <w:p w:rsidR="00A52FB6" w:rsidRDefault="00A52FB6" w:rsidP="00875814">
            <w:pPr>
              <w:rPr>
                <w:rFonts w:ascii="Verdana" w:hAnsi="Verdana"/>
                <w:sz w:val="20"/>
              </w:rPr>
            </w:pPr>
          </w:p>
        </w:tc>
      </w:tr>
      <w:tr w:rsidR="00A52FB6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A52FB6" w:rsidRPr="004968DB" w:rsidRDefault="00A52FB6" w:rsidP="00E00BC9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1701" w:type="dxa"/>
          </w:tcPr>
          <w:p w:rsidR="00A52FB6" w:rsidRPr="004968DB" w:rsidRDefault="00A52FB6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957" w:type="dxa"/>
            <w:gridSpan w:val="2"/>
            <w:vMerge/>
          </w:tcPr>
          <w:p w:rsidR="00A52FB6" w:rsidRDefault="00A52FB6" w:rsidP="00875814">
            <w:pPr>
              <w:rPr>
                <w:rFonts w:ascii="Verdana" w:hAnsi="Verdana"/>
                <w:sz w:val="20"/>
              </w:rPr>
            </w:pPr>
          </w:p>
        </w:tc>
      </w:tr>
      <w:tr w:rsidR="00A52FB6" w:rsidRPr="004968DB" w:rsidTr="007F6B2E">
        <w:trPr>
          <w:trHeight w:val="80"/>
          <w:jc w:val="center"/>
        </w:trPr>
        <w:tc>
          <w:tcPr>
            <w:tcW w:w="4242" w:type="dxa"/>
            <w:gridSpan w:val="4"/>
          </w:tcPr>
          <w:p w:rsidR="00A52FB6" w:rsidRPr="004968DB" w:rsidRDefault="00A52FB6" w:rsidP="00E00BC9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t xml:space="preserve">Τμήμα </w:t>
            </w:r>
            <w:r>
              <w:rPr>
                <w:rFonts w:ascii="Verdana" w:hAnsi="Verdana" w:cs="Arial"/>
                <w:sz w:val="20"/>
              </w:rPr>
              <w:t>Συγκοινωνιακών Έργων</w:t>
            </w:r>
          </w:p>
        </w:tc>
        <w:tc>
          <w:tcPr>
            <w:tcW w:w="1701" w:type="dxa"/>
          </w:tcPr>
          <w:p w:rsidR="00A52FB6" w:rsidRPr="004968DB" w:rsidRDefault="00A52FB6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957" w:type="dxa"/>
            <w:gridSpan w:val="2"/>
            <w:vMerge/>
          </w:tcPr>
          <w:p w:rsidR="00A52FB6" w:rsidRDefault="00A52FB6" w:rsidP="00875814">
            <w:pPr>
              <w:rPr>
                <w:rFonts w:ascii="Verdana" w:hAnsi="Verdana"/>
                <w:sz w:val="20"/>
              </w:rPr>
            </w:pPr>
          </w:p>
        </w:tc>
      </w:tr>
      <w:tr w:rsidR="00A52FB6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A52FB6" w:rsidRPr="004968DB" w:rsidRDefault="00A52FB6" w:rsidP="003C7A04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A52FB6" w:rsidRPr="004968DB" w:rsidTr="001B6F5A">
        <w:trPr>
          <w:trHeight w:val="84"/>
          <w:jc w:val="center"/>
        </w:trPr>
        <w:tc>
          <w:tcPr>
            <w:tcW w:w="9900" w:type="dxa"/>
            <w:gridSpan w:val="7"/>
          </w:tcPr>
          <w:p w:rsidR="00A52FB6" w:rsidRPr="004968DB" w:rsidRDefault="00A52FB6" w:rsidP="003C7A04">
            <w:pPr>
              <w:pStyle w:val="BodyText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52FB6" w:rsidRPr="004968DB" w:rsidTr="00E00BC9">
        <w:trPr>
          <w:trHeight w:val="80"/>
          <w:jc w:val="center"/>
        </w:trPr>
        <w:tc>
          <w:tcPr>
            <w:tcW w:w="9900" w:type="dxa"/>
            <w:gridSpan w:val="7"/>
          </w:tcPr>
          <w:p w:rsidR="00A52FB6" w:rsidRPr="008E2F0F" w:rsidRDefault="00A52FB6" w:rsidP="008E2F0F">
            <w:pPr>
              <w:pStyle w:val="BodyText"/>
              <w:spacing w:before="80" w:beforeAutospacing="0" w:after="0" w:afterAutospacing="0" w:line="264" w:lineRule="auto"/>
              <w:jc w:val="center"/>
              <w:rPr>
                <w:rFonts w:ascii="Verdana" w:hAnsi="Verdana"/>
                <w:spacing w:val="60"/>
                <w:sz w:val="20"/>
                <w:szCs w:val="20"/>
                <w:u w:val="single"/>
              </w:rPr>
            </w:pPr>
            <w:r w:rsidRPr="008E2F0F">
              <w:rPr>
                <w:rFonts w:ascii="Verdana" w:hAnsi="Verdana"/>
                <w:b/>
                <w:spacing w:val="60"/>
                <w:sz w:val="20"/>
                <w:szCs w:val="20"/>
                <w:u w:val="single"/>
              </w:rPr>
              <w:t>ΤΕΧΝΙΚΗ ΠΕΡΙΓΡΑΦΗ</w:t>
            </w:r>
          </w:p>
        </w:tc>
      </w:tr>
      <w:tr w:rsidR="00A52FB6" w:rsidRPr="004968DB" w:rsidTr="001B6F5A">
        <w:trPr>
          <w:trHeight w:val="80"/>
          <w:jc w:val="center"/>
        </w:trPr>
        <w:tc>
          <w:tcPr>
            <w:tcW w:w="1172" w:type="dxa"/>
          </w:tcPr>
          <w:p w:rsidR="00A52FB6" w:rsidRPr="004968DB" w:rsidRDefault="00A52FB6" w:rsidP="003C7A04">
            <w:pPr>
              <w:pStyle w:val="BodyText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6"/>
          </w:tcPr>
          <w:p w:rsidR="00A52FB6" w:rsidRPr="004968DB" w:rsidRDefault="00A52FB6" w:rsidP="003C7A04">
            <w:pPr>
              <w:pStyle w:val="BodyText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52FB6" w:rsidRPr="003C3BCB" w:rsidTr="003C7A04">
        <w:trPr>
          <w:trHeight w:val="284"/>
          <w:jc w:val="center"/>
        </w:trPr>
        <w:tc>
          <w:tcPr>
            <w:tcW w:w="9900" w:type="dxa"/>
            <w:gridSpan w:val="7"/>
          </w:tcPr>
          <w:p w:rsidR="00A52FB6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 w:rsidRPr="006A0E2C">
              <w:rPr>
                <w:rFonts w:ascii="Verdana" w:hAnsi="Verdana" w:cs="Arial"/>
                <w:sz w:val="20"/>
              </w:rPr>
              <w:t xml:space="preserve">Με την παρούσα μελέτη προβλέπεται να </w:t>
            </w:r>
            <w:r>
              <w:rPr>
                <w:rFonts w:ascii="Verdana" w:hAnsi="Verdana" w:cs="Arial"/>
                <w:sz w:val="20"/>
              </w:rPr>
              <w:t xml:space="preserve">εκτελεστούν εργασίες </w:t>
            </w:r>
            <w:r w:rsidRPr="00135B69">
              <w:rPr>
                <w:rFonts w:ascii="Verdana" w:hAnsi="Verdana" w:cs="Arial"/>
                <w:sz w:val="20"/>
              </w:rPr>
              <w:t>Βελτίωσης – αποκατάστασης πρόσβασης στον οικισμό Φράστα της Τ.Κ Αγνάντων μέσω της επαρχιακής οδού 22.</w:t>
            </w:r>
          </w:p>
          <w:p w:rsidR="00A52FB6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 xml:space="preserve">Συγκεκριμένα πρόκειται να γίνουν οι παρακάτω εργασίες και σε μήκος </w:t>
            </w:r>
            <w:smartTag w:uri="urn:schemas-microsoft-com:office:smarttags" w:element="metricconverter">
              <w:smartTagPr>
                <w:attr w:name="ProductID" w:val="500 μ."/>
              </w:smartTagPr>
              <w:r>
                <w:rPr>
                  <w:rFonts w:ascii="Verdana" w:hAnsi="Verdana" w:cs="Arial"/>
                  <w:color w:val="000000"/>
                  <w:sz w:val="20"/>
                </w:rPr>
                <w:t>500 μ.</w:t>
              </w:r>
            </w:smartTag>
            <w:r>
              <w:rPr>
                <w:rFonts w:ascii="Verdana" w:hAnsi="Verdana" w:cs="Arial"/>
                <w:color w:val="000000"/>
                <w:sz w:val="20"/>
              </w:rPr>
              <w:t xml:space="preserve"> περίπου.</w:t>
            </w:r>
          </w:p>
          <w:p w:rsidR="00A52FB6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>Καθαρισμός ερεισμάτων αριστερά και δεξιά του δρόμου.</w:t>
            </w:r>
          </w:p>
          <w:p w:rsidR="00A52FB6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 xml:space="preserve">Μια στρώση υπόβασης σύμφωνα με την ΕΤΕΠ 05-03-03-00 μεταβλητού μέσου συμπηκνωμένου πάχους </w:t>
            </w:r>
            <w:smartTag w:uri="urn:schemas-microsoft-com:office:smarttags" w:element="metricconverter">
              <w:smartTagPr>
                <w:attr w:name="ProductID" w:val="15 εκ."/>
              </w:smartTagPr>
              <w:r>
                <w:rPr>
                  <w:rFonts w:ascii="Verdana" w:hAnsi="Verdana" w:cs="Arial"/>
                  <w:color w:val="000000"/>
                  <w:sz w:val="20"/>
                </w:rPr>
                <w:t>15 εκ.</w:t>
              </w:r>
            </w:smartTag>
            <w:r>
              <w:rPr>
                <w:rFonts w:ascii="Verdana" w:hAnsi="Verdana" w:cs="Arial"/>
                <w:color w:val="000000"/>
                <w:sz w:val="20"/>
              </w:rPr>
              <w:t xml:space="preserve"> </w:t>
            </w:r>
          </w:p>
          <w:p w:rsidR="00A52FB6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 xml:space="preserve">Μια στρώση βάσεως, συμπυκνωμένου πάχους </w:t>
            </w:r>
            <w:smartTag w:uri="urn:schemas-microsoft-com:office:smarttags" w:element="metricconverter">
              <w:smartTagPr>
                <w:attr w:name="ProductID" w:val="10 εκ."/>
              </w:smartTagPr>
              <w:r>
                <w:rPr>
                  <w:rFonts w:ascii="Verdana" w:hAnsi="Verdana" w:cs="Arial"/>
                  <w:color w:val="000000"/>
                  <w:sz w:val="20"/>
                </w:rPr>
                <w:t>10 εκ.</w:t>
              </w:r>
            </w:smartTag>
            <w:r>
              <w:rPr>
                <w:rFonts w:ascii="Verdana" w:hAnsi="Verdana" w:cs="Arial"/>
                <w:color w:val="000000"/>
                <w:sz w:val="20"/>
              </w:rPr>
              <w:t xml:space="preserve">, σύμφωνα με την ΕΤΕΠ 05-03-03-00 και πλάτους </w:t>
            </w:r>
            <w:smartTag w:uri="urn:schemas-microsoft-com:office:smarttags" w:element="metricconverter">
              <w:smartTagPr>
                <w:attr w:name="ProductID" w:val="4,50 μ."/>
              </w:smartTagPr>
              <w:r>
                <w:rPr>
                  <w:rFonts w:ascii="Verdana" w:hAnsi="Verdana" w:cs="Arial"/>
                  <w:color w:val="000000"/>
                  <w:sz w:val="20"/>
                </w:rPr>
                <w:t>4,50 μ.</w:t>
              </w:r>
            </w:smartTag>
            <w:r>
              <w:rPr>
                <w:rFonts w:ascii="Verdana" w:hAnsi="Verdana" w:cs="Arial"/>
                <w:color w:val="000000"/>
                <w:sz w:val="20"/>
              </w:rPr>
              <w:t xml:space="preserve"> περίπου.</w:t>
            </w:r>
          </w:p>
          <w:p w:rsidR="00A52FB6" w:rsidRPr="00D12D6C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 xml:space="preserve">Ασφαλτική στρώση κυκλοφορίας πάχους </w:t>
            </w:r>
            <w:smartTag w:uri="urn:schemas-microsoft-com:office:smarttags" w:element="metricconverter">
              <w:smartTagPr>
                <w:attr w:name="ProductID" w:val="5 εκ."/>
              </w:smartTagPr>
              <w:r>
                <w:rPr>
                  <w:rFonts w:ascii="Verdana" w:hAnsi="Verdana" w:cs="Arial"/>
                  <w:color w:val="000000"/>
                  <w:sz w:val="20"/>
                </w:rPr>
                <w:t>5 εκ.</w:t>
              </w:r>
            </w:smartTag>
            <w:r>
              <w:rPr>
                <w:rFonts w:ascii="Verdana" w:hAnsi="Verdana" w:cs="Arial"/>
                <w:color w:val="000000"/>
                <w:sz w:val="20"/>
              </w:rPr>
              <w:t xml:space="preserve"> και πλάτος ασφάλτου </w:t>
            </w:r>
            <w:smartTag w:uri="urn:schemas-microsoft-com:office:smarttags" w:element="metricconverter">
              <w:smartTagPr>
                <w:attr w:name="ProductID" w:val="4,00 μ."/>
              </w:smartTagPr>
              <w:r>
                <w:rPr>
                  <w:rFonts w:ascii="Verdana" w:hAnsi="Verdana" w:cs="Arial"/>
                  <w:color w:val="000000"/>
                  <w:sz w:val="20"/>
                </w:rPr>
                <w:t>4,00 μ.</w:t>
              </w:r>
            </w:smartTag>
            <w:r>
              <w:rPr>
                <w:rFonts w:ascii="Verdana" w:hAnsi="Verdana" w:cs="Arial"/>
                <w:color w:val="000000"/>
                <w:sz w:val="20"/>
              </w:rPr>
              <w:t xml:space="preserve"> περίπου, αφού προηγηθεί η κατασκευή της προεπάλειψης.</w:t>
            </w:r>
          </w:p>
          <w:p w:rsidR="00A52FB6" w:rsidRPr="00523899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>
              <w:rPr>
                <w:rFonts w:ascii="Verdana" w:hAnsi="Verdana" w:cs="Arial"/>
                <w:color w:val="000000"/>
                <w:sz w:val="20"/>
              </w:rPr>
              <w:t xml:space="preserve">Όλες οι παραπάνω </w:t>
            </w:r>
            <w:r w:rsidRPr="00523899">
              <w:rPr>
                <w:rFonts w:ascii="Verdana" w:hAnsi="Verdana" w:cs="Arial"/>
                <w:color w:val="000000"/>
                <w:sz w:val="20"/>
              </w:rPr>
              <w:t>εργασίες θα γίνονται σύμφωνα με τις υποδείξεις της Υπηρεσίας.</w:t>
            </w:r>
          </w:p>
          <w:p w:rsidR="00A52FB6" w:rsidRPr="00A77796" w:rsidRDefault="00A52FB6" w:rsidP="00523899">
            <w:pPr>
              <w:spacing w:before="80" w:line="360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  <w:r w:rsidRPr="00523899">
              <w:rPr>
                <w:rFonts w:ascii="Verdana" w:hAnsi="Verdana" w:cs="Arial"/>
                <w:color w:val="000000"/>
                <w:sz w:val="20"/>
              </w:rPr>
              <w:t xml:space="preserve">Η συνολική δαπάνη των εργασιών ανέρχεται στο ποσό των 52.419,35€ και με Φ.Π.Α. 65.000,00€ </w:t>
            </w:r>
            <w:r w:rsidRPr="00523899">
              <w:rPr>
                <w:rFonts w:ascii="Verdana" w:hAnsi="Verdana" w:cs="Arial"/>
                <w:sz w:val="20"/>
              </w:rPr>
              <w:t xml:space="preserve">και θα χρηματοδοτηθεί από πιστώσεις του έργου της ΣΑΕΠ 830 Ηπείρου με 2018ΕΠ83000002 «Έργα αποκατάστασης ζημιών από τις θεομηνίες που έπληξαν την Περιφέρεια Ηπείρου κατά το διάστημα Δεκέμβριος 2017 – Μάρτιος 2018» (Υποέργο: </w:t>
            </w:r>
            <w:r w:rsidRPr="00144FD8">
              <w:rPr>
                <w:rFonts w:ascii="Verdana" w:hAnsi="Verdana" w:cs="Arial"/>
                <w:sz w:val="20"/>
              </w:rPr>
              <w:t>Βελτίωση – αποκατ</w:t>
            </w:r>
            <w:r w:rsidRPr="00144FD8">
              <w:rPr>
                <w:rFonts w:ascii="Verdana" w:hAnsi="Verdana" w:cs="Arial"/>
                <w:sz w:val="20"/>
              </w:rPr>
              <w:t>ά</w:t>
            </w:r>
            <w:r w:rsidRPr="00144FD8">
              <w:rPr>
                <w:rFonts w:ascii="Verdana" w:hAnsi="Verdana" w:cs="Arial"/>
                <w:sz w:val="20"/>
              </w:rPr>
              <w:t>σταση πρόσβασης στον οικισμό Φράστα της Τ.Κ Αγνάντων μέσω της επαρχιακής οδού 22).</w:t>
            </w:r>
          </w:p>
          <w:p w:rsidR="00A52FB6" w:rsidRDefault="00A52FB6" w:rsidP="000E6F38">
            <w:pPr>
              <w:spacing w:before="80" w:line="264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</w:p>
          <w:p w:rsidR="00A52FB6" w:rsidRDefault="00A52FB6" w:rsidP="008F7DA4">
            <w:pPr>
              <w:suppressAutoHyphens/>
              <w:spacing w:before="80" w:line="264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</w:p>
          <w:p w:rsidR="00A52FB6" w:rsidRDefault="00A52FB6" w:rsidP="008F7DA4">
            <w:pPr>
              <w:suppressAutoHyphens/>
              <w:spacing w:before="80" w:line="264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</w:p>
          <w:p w:rsidR="00A52FB6" w:rsidRPr="008F7DA4" w:rsidRDefault="00A52FB6" w:rsidP="008F7DA4">
            <w:pPr>
              <w:suppressAutoHyphens/>
              <w:spacing w:before="80" w:line="264" w:lineRule="auto"/>
              <w:jc w:val="both"/>
              <w:rPr>
                <w:rFonts w:ascii="Verdana" w:hAnsi="Verdana" w:cs="Arial"/>
                <w:color w:val="000000"/>
                <w:sz w:val="20"/>
              </w:rPr>
            </w:pPr>
          </w:p>
        </w:tc>
      </w:tr>
      <w:tr w:rsidR="00A52FB6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A52FB6" w:rsidRPr="003C3BCB" w:rsidRDefault="00A52FB6" w:rsidP="003C7A04">
            <w:pPr>
              <w:pStyle w:val="BodyText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52FB6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A52FB6" w:rsidRPr="003C3BCB" w:rsidRDefault="00A52FB6" w:rsidP="003C7A04">
            <w:pPr>
              <w:pStyle w:val="BodyText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52FB6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BA1FF5" w:rsidRDefault="00A52FB6" w:rsidP="003C7A04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6A0E2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ΕΛΕΓΧΘΗΚΕ</w:t>
            </w:r>
          </w:p>
        </w:tc>
      </w:tr>
      <w:tr w:rsidR="00A52FB6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960816" w:rsidRDefault="00A52FB6" w:rsidP="00F56BEB">
            <w:pPr>
              <w:suppressAutoHyphens/>
              <w:jc w:val="center"/>
              <w:rPr>
                <w:rFonts w:ascii="Verdana" w:hAnsi="Verdana" w:cs="Arial"/>
                <w:b/>
                <w:sz w:val="20"/>
                <w:lang w:val="en-US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Άρτα,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 xml:space="preserve"> 12</w:t>
            </w:r>
            <w:r>
              <w:rPr>
                <w:rFonts w:ascii="Verdana" w:hAnsi="Verdana" w:cs="Arial"/>
                <w:b/>
                <w:sz w:val="20"/>
              </w:rPr>
              <w:t>.2.2</w:t>
            </w:r>
            <w:r w:rsidRPr="003C3BCB">
              <w:rPr>
                <w:rFonts w:ascii="Verdana" w:hAnsi="Verdana" w:cs="Arial"/>
                <w:b/>
                <w:sz w:val="20"/>
              </w:rPr>
              <w:t>01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9</w:t>
            </w:r>
          </w:p>
        </w:tc>
        <w:tc>
          <w:tcPr>
            <w:tcW w:w="3969" w:type="dxa"/>
            <w:gridSpan w:val="3"/>
          </w:tcPr>
          <w:p w:rsidR="00A52FB6" w:rsidRPr="003C3BCB" w:rsidRDefault="00A52FB6" w:rsidP="0086017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CE4454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Άρτα,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12</w:t>
            </w:r>
            <w:r>
              <w:rPr>
                <w:rFonts w:ascii="Verdana" w:hAnsi="Verdana" w:cs="Arial"/>
                <w:b/>
                <w:sz w:val="20"/>
              </w:rPr>
              <w:t>.2.2</w:t>
            </w:r>
            <w:r w:rsidRPr="003C3BCB">
              <w:rPr>
                <w:rFonts w:ascii="Verdana" w:hAnsi="Verdana" w:cs="Arial"/>
                <w:b/>
                <w:sz w:val="20"/>
              </w:rPr>
              <w:t>01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9</w:t>
            </w:r>
          </w:p>
        </w:tc>
      </w:tr>
      <w:tr w:rsidR="00A52FB6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3C3BCB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Ο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Συντάξ</w:t>
            </w:r>
            <w:r>
              <w:rPr>
                <w:rFonts w:ascii="Verdana" w:hAnsi="Verdana" w:cs="Arial"/>
                <w:b/>
                <w:sz w:val="20"/>
              </w:rPr>
              <w:t>ας</w:t>
            </w:r>
          </w:p>
        </w:tc>
        <w:tc>
          <w:tcPr>
            <w:tcW w:w="3969" w:type="dxa"/>
            <w:gridSpan w:val="3"/>
          </w:tcPr>
          <w:p w:rsidR="00A52FB6" w:rsidRPr="003C3BCB" w:rsidRDefault="00A52FB6" w:rsidP="006A0E2C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Ο Προϊστάμενος ΤΣΕ</w:t>
            </w:r>
          </w:p>
        </w:tc>
      </w:tr>
      <w:tr w:rsidR="00A52FB6" w:rsidRPr="004968DB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6A0E2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4B45C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3C3BCB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Χρήστος Αγγέλης</w:t>
            </w:r>
          </w:p>
        </w:tc>
        <w:tc>
          <w:tcPr>
            <w:tcW w:w="3969" w:type="dxa"/>
            <w:gridSpan w:val="3"/>
          </w:tcPr>
          <w:p w:rsidR="00A52FB6" w:rsidRPr="003C3BCB" w:rsidRDefault="00A52FB6" w:rsidP="006A0E2C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Στέφανος Πανής</w:t>
            </w: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Εργοδηγός</w:t>
            </w:r>
          </w:p>
        </w:tc>
        <w:tc>
          <w:tcPr>
            <w:tcW w:w="3969" w:type="dxa"/>
            <w:gridSpan w:val="3"/>
          </w:tcPr>
          <w:p w:rsidR="00A52FB6" w:rsidRPr="003C3BCB" w:rsidRDefault="00A52FB6" w:rsidP="006A0E2C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ΠΕ Πολιτικός Μηχανικός</w:t>
            </w: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1306A0">
            <w:pPr>
              <w:jc w:val="center"/>
              <w:rPr>
                <w:rFonts w:ascii="Verdana" w:hAnsi="Verdana"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ΘΕΩΡΗΘΗΚΕ</w:t>
            </w: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217CDA">
            <w:pPr>
              <w:jc w:val="center"/>
              <w:rPr>
                <w:rFonts w:ascii="Verdana" w:hAnsi="Verdana"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Άρτα,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12</w:t>
            </w:r>
            <w:r>
              <w:rPr>
                <w:rFonts w:ascii="Verdana" w:hAnsi="Verdana" w:cs="Arial"/>
                <w:b/>
                <w:sz w:val="20"/>
              </w:rPr>
              <w:t>.2.2</w:t>
            </w:r>
            <w:r w:rsidRPr="003C3BCB">
              <w:rPr>
                <w:rFonts w:ascii="Verdana" w:hAnsi="Verdana" w:cs="Arial"/>
                <w:b/>
                <w:sz w:val="20"/>
              </w:rPr>
              <w:t>01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9</w:t>
            </w: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1306A0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3C3BCB">
              <w:rPr>
                <w:rFonts w:ascii="Verdana" w:hAnsi="Verdana"/>
                <w:b/>
                <w:sz w:val="20"/>
              </w:rPr>
              <w:t>Ο Διευθυντής Τεχνικών Έργων</w:t>
            </w: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1306A0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1306A0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1306A0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 w:rsidRPr="003C3BCB">
              <w:rPr>
                <w:rFonts w:ascii="Verdana" w:hAnsi="Verdana"/>
                <w:b/>
                <w:sz w:val="20"/>
              </w:rPr>
              <w:t>Αριστοτέλης Μπακόλας</w:t>
            </w: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52FB6" w:rsidRPr="00D673F2" w:rsidTr="003C3BCB">
        <w:trPr>
          <w:trHeight w:val="80"/>
          <w:jc w:val="center"/>
        </w:trPr>
        <w:tc>
          <w:tcPr>
            <w:tcW w:w="2966" w:type="dxa"/>
            <w:gridSpan w:val="3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969" w:type="dxa"/>
            <w:gridSpan w:val="3"/>
          </w:tcPr>
          <w:p w:rsidR="00A52FB6" w:rsidRPr="003C3BCB" w:rsidRDefault="00A52FB6" w:rsidP="001306A0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</w:rPr>
            </w:pPr>
            <w:r w:rsidRPr="003C3BCB">
              <w:rPr>
                <w:rFonts w:ascii="Verdana" w:hAnsi="Verdana"/>
                <w:b/>
                <w:sz w:val="20"/>
              </w:rPr>
              <w:t>ΠΕ Ηλεκ/γος Μηχ/γος Μηχανικός</w:t>
            </w:r>
          </w:p>
        </w:tc>
        <w:tc>
          <w:tcPr>
            <w:tcW w:w="2965" w:type="dxa"/>
          </w:tcPr>
          <w:p w:rsidR="00A52FB6" w:rsidRPr="003C3BCB" w:rsidRDefault="00A52FB6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</w:tbl>
    <w:p w:rsidR="00A52FB6" w:rsidRPr="004968DB" w:rsidRDefault="00A52FB6" w:rsidP="00B56805">
      <w:pPr>
        <w:rPr>
          <w:rFonts w:ascii="Verdana" w:hAnsi="Verdana"/>
          <w:sz w:val="20"/>
        </w:rPr>
      </w:pPr>
    </w:p>
    <w:sectPr w:rsidR="00A52FB6" w:rsidRPr="004968DB" w:rsidSect="00FA1AF7">
      <w:footerReference w:type="default" r:id="rId9"/>
      <w:pgSz w:w="11906" w:h="16838" w:code="9"/>
      <w:pgMar w:top="851" w:right="1134" w:bottom="851" w:left="1134" w:header="28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FB6" w:rsidRDefault="00A52FB6">
      <w:r>
        <w:separator/>
      </w:r>
    </w:p>
  </w:endnote>
  <w:endnote w:type="continuationSeparator" w:id="1">
    <w:p w:rsidR="00A52FB6" w:rsidRDefault="00A52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FB6" w:rsidRDefault="00A52FB6" w:rsidP="00BA2DE6">
    <w:pPr>
      <w:pStyle w:val="Footer"/>
      <w:rPr>
        <w:sz w:val="12"/>
        <w:szCs w:val="12"/>
      </w:rPr>
    </w:pPr>
  </w:p>
  <w:p w:rsidR="00A52FB6" w:rsidRPr="00287DA0" w:rsidRDefault="00A52FB6">
    <w:pPr>
      <w:pStyle w:val="Footer"/>
      <w:rPr>
        <w:color w:val="808080"/>
        <w:sz w:val="12"/>
        <w:szCs w:val="12"/>
      </w:rPr>
    </w:pPr>
    <w:r w:rsidRPr="008D66A2">
      <w:rPr>
        <w:color w:val="808080"/>
        <w:sz w:val="12"/>
        <w:szCs w:val="12"/>
      </w:rPr>
      <w:fldChar w:fldCharType="begin"/>
    </w:r>
    <w:r w:rsidRPr="008D66A2">
      <w:rPr>
        <w:color w:val="808080"/>
        <w:sz w:val="12"/>
        <w:szCs w:val="12"/>
      </w:rPr>
      <w:instrText xml:space="preserve"> FILENAME </w:instrText>
    </w:r>
    <w:r w:rsidRPr="008D66A2">
      <w:rPr>
        <w:color w:val="808080"/>
        <w:sz w:val="12"/>
        <w:szCs w:val="12"/>
      </w:rPr>
      <w:fldChar w:fldCharType="separate"/>
    </w:r>
    <w:r>
      <w:rPr>
        <w:noProof/>
        <w:color w:val="808080"/>
        <w:sz w:val="12"/>
        <w:szCs w:val="12"/>
      </w:rPr>
      <w:t>Τεχνική Περιγραφή</w:t>
    </w:r>
    <w:r w:rsidRPr="008D66A2">
      <w:rPr>
        <w:color w:val="80808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FB6" w:rsidRDefault="00A52FB6">
      <w:r>
        <w:separator/>
      </w:r>
    </w:p>
  </w:footnote>
  <w:footnote w:type="continuationSeparator" w:id="1">
    <w:p w:rsidR="00A52FB6" w:rsidRDefault="00A52F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172834"/>
    <w:multiLevelType w:val="hybridMultilevel"/>
    <w:tmpl w:val="143466A2"/>
    <w:lvl w:ilvl="0" w:tplc="8E4A5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446543"/>
    <w:multiLevelType w:val="hybridMultilevel"/>
    <w:tmpl w:val="BDBA0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152"/>
    <w:rsid w:val="000120C4"/>
    <w:rsid w:val="000120F7"/>
    <w:rsid w:val="0002785D"/>
    <w:rsid w:val="00030535"/>
    <w:rsid w:val="000326FA"/>
    <w:rsid w:val="0003679B"/>
    <w:rsid w:val="00042D52"/>
    <w:rsid w:val="00056E5A"/>
    <w:rsid w:val="0006044E"/>
    <w:rsid w:val="000730D5"/>
    <w:rsid w:val="00096F3A"/>
    <w:rsid w:val="00097871"/>
    <w:rsid w:val="000A47F7"/>
    <w:rsid w:val="000B4375"/>
    <w:rsid w:val="000C3C36"/>
    <w:rsid w:val="000C6088"/>
    <w:rsid w:val="000C7820"/>
    <w:rsid w:val="000D67FE"/>
    <w:rsid w:val="000E6F38"/>
    <w:rsid w:val="000F49F9"/>
    <w:rsid w:val="00115817"/>
    <w:rsid w:val="00125F2B"/>
    <w:rsid w:val="001306A0"/>
    <w:rsid w:val="0013112C"/>
    <w:rsid w:val="00135B69"/>
    <w:rsid w:val="00144FD8"/>
    <w:rsid w:val="0014693C"/>
    <w:rsid w:val="0015319D"/>
    <w:rsid w:val="00171377"/>
    <w:rsid w:val="0017609F"/>
    <w:rsid w:val="00180A9A"/>
    <w:rsid w:val="00192B93"/>
    <w:rsid w:val="001A06E1"/>
    <w:rsid w:val="001A1F44"/>
    <w:rsid w:val="001B0C77"/>
    <w:rsid w:val="001B6F5A"/>
    <w:rsid w:val="001D2C3F"/>
    <w:rsid w:val="001E53A1"/>
    <w:rsid w:val="002173E4"/>
    <w:rsid w:val="002177C7"/>
    <w:rsid w:val="00217CDA"/>
    <w:rsid w:val="00221688"/>
    <w:rsid w:val="00226C12"/>
    <w:rsid w:val="00236E78"/>
    <w:rsid w:val="002422C7"/>
    <w:rsid w:val="002449B9"/>
    <w:rsid w:val="002519ED"/>
    <w:rsid w:val="002570B4"/>
    <w:rsid w:val="00264F2C"/>
    <w:rsid w:val="002667BF"/>
    <w:rsid w:val="0027370B"/>
    <w:rsid w:val="0027574C"/>
    <w:rsid w:val="002820E6"/>
    <w:rsid w:val="0028238F"/>
    <w:rsid w:val="00287DA0"/>
    <w:rsid w:val="00287EB4"/>
    <w:rsid w:val="00297ACC"/>
    <w:rsid w:val="002A001D"/>
    <w:rsid w:val="002A306E"/>
    <w:rsid w:val="002A414B"/>
    <w:rsid w:val="002B4322"/>
    <w:rsid w:val="002B541E"/>
    <w:rsid w:val="002C285B"/>
    <w:rsid w:val="002E0F5B"/>
    <w:rsid w:val="002E5F90"/>
    <w:rsid w:val="00312538"/>
    <w:rsid w:val="00330ED2"/>
    <w:rsid w:val="00334592"/>
    <w:rsid w:val="00343BE2"/>
    <w:rsid w:val="00351D87"/>
    <w:rsid w:val="00360DE9"/>
    <w:rsid w:val="0036295F"/>
    <w:rsid w:val="00364079"/>
    <w:rsid w:val="003734E2"/>
    <w:rsid w:val="0037621E"/>
    <w:rsid w:val="003807A3"/>
    <w:rsid w:val="0038112C"/>
    <w:rsid w:val="00381B90"/>
    <w:rsid w:val="0038620F"/>
    <w:rsid w:val="00390267"/>
    <w:rsid w:val="00390B87"/>
    <w:rsid w:val="003B1B53"/>
    <w:rsid w:val="003B57D0"/>
    <w:rsid w:val="003C2E82"/>
    <w:rsid w:val="003C3BCB"/>
    <w:rsid w:val="003C456C"/>
    <w:rsid w:val="003C7A04"/>
    <w:rsid w:val="003E5CAE"/>
    <w:rsid w:val="003E5D66"/>
    <w:rsid w:val="003F1F5E"/>
    <w:rsid w:val="003F52B2"/>
    <w:rsid w:val="00402179"/>
    <w:rsid w:val="00412BF7"/>
    <w:rsid w:val="00424585"/>
    <w:rsid w:val="004252DF"/>
    <w:rsid w:val="00427E12"/>
    <w:rsid w:val="00433809"/>
    <w:rsid w:val="00434A30"/>
    <w:rsid w:val="0044071B"/>
    <w:rsid w:val="004414C2"/>
    <w:rsid w:val="00442C6A"/>
    <w:rsid w:val="00467BDE"/>
    <w:rsid w:val="0048166C"/>
    <w:rsid w:val="00482398"/>
    <w:rsid w:val="004901B8"/>
    <w:rsid w:val="00495835"/>
    <w:rsid w:val="004968DB"/>
    <w:rsid w:val="004B45C0"/>
    <w:rsid w:val="004B4AC1"/>
    <w:rsid w:val="004C65E4"/>
    <w:rsid w:val="004C66AC"/>
    <w:rsid w:val="004D553D"/>
    <w:rsid w:val="004D5A34"/>
    <w:rsid w:val="004D6369"/>
    <w:rsid w:val="004E1D45"/>
    <w:rsid w:val="004F13CF"/>
    <w:rsid w:val="004F38B1"/>
    <w:rsid w:val="004F42B5"/>
    <w:rsid w:val="00502ADD"/>
    <w:rsid w:val="00516639"/>
    <w:rsid w:val="00523899"/>
    <w:rsid w:val="0052665F"/>
    <w:rsid w:val="00533ACE"/>
    <w:rsid w:val="00537759"/>
    <w:rsid w:val="00543637"/>
    <w:rsid w:val="00544B18"/>
    <w:rsid w:val="00552E23"/>
    <w:rsid w:val="005604D2"/>
    <w:rsid w:val="00573FBB"/>
    <w:rsid w:val="00582B59"/>
    <w:rsid w:val="0058361C"/>
    <w:rsid w:val="005966DF"/>
    <w:rsid w:val="005A021B"/>
    <w:rsid w:val="005A56CB"/>
    <w:rsid w:val="005A6E87"/>
    <w:rsid w:val="005B1487"/>
    <w:rsid w:val="005C0EC8"/>
    <w:rsid w:val="005D2514"/>
    <w:rsid w:val="005D25EC"/>
    <w:rsid w:val="005D2E9D"/>
    <w:rsid w:val="005D55A1"/>
    <w:rsid w:val="005D6149"/>
    <w:rsid w:val="005E0C5E"/>
    <w:rsid w:val="00602039"/>
    <w:rsid w:val="00603498"/>
    <w:rsid w:val="00603DDD"/>
    <w:rsid w:val="00604C38"/>
    <w:rsid w:val="006120F5"/>
    <w:rsid w:val="00617294"/>
    <w:rsid w:val="00620AE9"/>
    <w:rsid w:val="0064051C"/>
    <w:rsid w:val="00644F35"/>
    <w:rsid w:val="00661746"/>
    <w:rsid w:val="0067084D"/>
    <w:rsid w:val="00684F15"/>
    <w:rsid w:val="006A0E2C"/>
    <w:rsid w:val="006B23E8"/>
    <w:rsid w:val="006B2489"/>
    <w:rsid w:val="006B2599"/>
    <w:rsid w:val="006B262E"/>
    <w:rsid w:val="006B77A3"/>
    <w:rsid w:val="006C0A90"/>
    <w:rsid w:val="006D2ECC"/>
    <w:rsid w:val="006F0F8B"/>
    <w:rsid w:val="006F3980"/>
    <w:rsid w:val="006F3AFC"/>
    <w:rsid w:val="00701311"/>
    <w:rsid w:val="00705462"/>
    <w:rsid w:val="00707BB8"/>
    <w:rsid w:val="00714F30"/>
    <w:rsid w:val="00732679"/>
    <w:rsid w:val="007359BB"/>
    <w:rsid w:val="00740301"/>
    <w:rsid w:val="00763CE0"/>
    <w:rsid w:val="00764225"/>
    <w:rsid w:val="007736FA"/>
    <w:rsid w:val="007746D4"/>
    <w:rsid w:val="00777188"/>
    <w:rsid w:val="00783A07"/>
    <w:rsid w:val="007949B2"/>
    <w:rsid w:val="007A1E23"/>
    <w:rsid w:val="007B1D7B"/>
    <w:rsid w:val="007B6FB5"/>
    <w:rsid w:val="007B7F4B"/>
    <w:rsid w:val="007C2472"/>
    <w:rsid w:val="007C365E"/>
    <w:rsid w:val="007C4C37"/>
    <w:rsid w:val="007D4A73"/>
    <w:rsid w:val="007F6B2E"/>
    <w:rsid w:val="008120EC"/>
    <w:rsid w:val="00860174"/>
    <w:rsid w:val="008658E0"/>
    <w:rsid w:val="00867A57"/>
    <w:rsid w:val="00872E8F"/>
    <w:rsid w:val="00875814"/>
    <w:rsid w:val="008864D7"/>
    <w:rsid w:val="008A01ED"/>
    <w:rsid w:val="008A6C2E"/>
    <w:rsid w:val="008B788A"/>
    <w:rsid w:val="008C23E9"/>
    <w:rsid w:val="008C3E1C"/>
    <w:rsid w:val="008C6B37"/>
    <w:rsid w:val="008D4F79"/>
    <w:rsid w:val="008D66A2"/>
    <w:rsid w:val="008E2F0F"/>
    <w:rsid w:val="008E434A"/>
    <w:rsid w:val="008E689B"/>
    <w:rsid w:val="008E7CEE"/>
    <w:rsid w:val="008F020A"/>
    <w:rsid w:val="008F642D"/>
    <w:rsid w:val="008F7DA4"/>
    <w:rsid w:val="0090075D"/>
    <w:rsid w:val="00904BF9"/>
    <w:rsid w:val="00907458"/>
    <w:rsid w:val="009078AA"/>
    <w:rsid w:val="00920B73"/>
    <w:rsid w:val="00934D03"/>
    <w:rsid w:val="00941412"/>
    <w:rsid w:val="00944705"/>
    <w:rsid w:val="00944970"/>
    <w:rsid w:val="00950857"/>
    <w:rsid w:val="0095200A"/>
    <w:rsid w:val="0095437C"/>
    <w:rsid w:val="00960816"/>
    <w:rsid w:val="00967EA3"/>
    <w:rsid w:val="00987D38"/>
    <w:rsid w:val="00991AC7"/>
    <w:rsid w:val="00994F29"/>
    <w:rsid w:val="009A3DE5"/>
    <w:rsid w:val="009A542B"/>
    <w:rsid w:val="009B291B"/>
    <w:rsid w:val="009B33CE"/>
    <w:rsid w:val="009D08E5"/>
    <w:rsid w:val="009D201B"/>
    <w:rsid w:val="009D3B3F"/>
    <w:rsid w:val="009E0FD8"/>
    <w:rsid w:val="009F0D1D"/>
    <w:rsid w:val="009F1372"/>
    <w:rsid w:val="009F4998"/>
    <w:rsid w:val="00A04DB5"/>
    <w:rsid w:val="00A1128F"/>
    <w:rsid w:val="00A12862"/>
    <w:rsid w:val="00A14BD3"/>
    <w:rsid w:val="00A14F7C"/>
    <w:rsid w:val="00A27337"/>
    <w:rsid w:val="00A46BF7"/>
    <w:rsid w:val="00A52FB6"/>
    <w:rsid w:val="00A65548"/>
    <w:rsid w:val="00A74941"/>
    <w:rsid w:val="00A77796"/>
    <w:rsid w:val="00A843ED"/>
    <w:rsid w:val="00A86847"/>
    <w:rsid w:val="00A86907"/>
    <w:rsid w:val="00A86DEA"/>
    <w:rsid w:val="00A86EAD"/>
    <w:rsid w:val="00A9670A"/>
    <w:rsid w:val="00AA4CDD"/>
    <w:rsid w:val="00AC1A8D"/>
    <w:rsid w:val="00AC44C0"/>
    <w:rsid w:val="00AE0D12"/>
    <w:rsid w:val="00AF3E3D"/>
    <w:rsid w:val="00B03258"/>
    <w:rsid w:val="00B22FB9"/>
    <w:rsid w:val="00B2363B"/>
    <w:rsid w:val="00B25C02"/>
    <w:rsid w:val="00B30138"/>
    <w:rsid w:val="00B36FA4"/>
    <w:rsid w:val="00B37F69"/>
    <w:rsid w:val="00B43D3F"/>
    <w:rsid w:val="00B56805"/>
    <w:rsid w:val="00B61ACE"/>
    <w:rsid w:val="00B65735"/>
    <w:rsid w:val="00B679F9"/>
    <w:rsid w:val="00B701B2"/>
    <w:rsid w:val="00B728D9"/>
    <w:rsid w:val="00B75405"/>
    <w:rsid w:val="00B80CFD"/>
    <w:rsid w:val="00B8245A"/>
    <w:rsid w:val="00B868C5"/>
    <w:rsid w:val="00B93659"/>
    <w:rsid w:val="00BA1FF5"/>
    <w:rsid w:val="00BA2DE6"/>
    <w:rsid w:val="00BC2796"/>
    <w:rsid w:val="00BC623A"/>
    <w:rsid w:val="00BC6CC1"/>
    <w:rsid w:val="00BD03F1"/>
    <w:rsid w:val="00BD6522"/>
    <w:rsid w:val="00BE2B8B"/>
    <w:rsid w:val="00BE5152"/>
    <w:rsid w:val="00BE629C"/>
    <w:rsid w:val="00BF0CA6"/>
    <w:rsid w:val="00C03B37"/>
    <w:rsid w:val="00C10A09"/>
    <w:rsid w:val="00C12FCB"/>
    <w:rsid w:val="00C17AE3"/>
    <w:rsid w:val="00C22060"/>
    <w:rsid w:val="00C27B7F"/>
    <w:rsid w:val="00C33BD3"/>
    <w:rsid w:val="00C34772"/>
    <w:rsid w:val="00C4511C"/>
    <w:rsid w:val="00C52757"/>
    <w:rsid w:val="00C54887"/>
    <w:rsid w:val="00C5684B"/>
    <w:rsid w:val="00C57C4B"/>
    <w:rsid w:val="00C66C71"/>
    <w:rsid w:val="00C73ECF"/>
    <w:rsid w:val="00C74203"/>
    <w:rsid w:val="00C93779"/>
    <w:rsid w:val="00C96925"/>
    <w:rsid w:val="00CB03DC"/>
    <w:rsid w:val="00CC0AB2"/>
    <w:rsid w:val="00CC0C9C"/>
    <w:rsid w:val="00CD210C"/>
    <w:rsid w:val="00CD4434"/>
    <w:rsid w:val="00CD6D11"/>
    <w:rsid w:val="00CE285D"/>
    <w:rsid w:val="00CE4454"/>
    <w:rsid w:val="00CE523C"/>
    <w:rsid w:val="00CE61DE"/>
    <w:rsid w:val="00CF6253"/>
    <w:rsid w:val="00D12D6C"/>
    <w:rsid w:val="00D1540E"/>
    <w:rsid w:val="00D15466"/>
    <w:rsid w:val="00D21C87"/>
    <w:rsid w:val="00D305B4"/>
    <w:rsid w:val="00D3452D"/>
    <w:rsid w:val="00D367CF"/>
    <w:rsid w:val="00D368B6"/>
    <w:rsid w:val="00D46B04"/>
    <w:rsid w:val="00D57F2A"/>
    <w:rsid w:val="00D63F1E"/>
    <w:rsid w:val="00D64A9F"/>
    <w:rsid w:val="00D673F2"/>
    <w:rsid w:val="00D7348A"/>
    <w:rsid w:val="00D73506"/>
    <w:rsid w:val="00D73FC7"/>
    <w:rsid w:val="00D83EEF"/>
    <w:rsid w:val="00D871AE"/>
    <w:rsid w:val="00D917B2"/>
    <w:rsid w:val="00D918D9"/>
    <w:rsid w:val="00D93183"/>
    <w:rsid w:val="00DA392B"/>
    <w:rsid w:val="00DA5D94"/>
    <w:rsid w:val="00DB5574"/>
    <w:rsid w:val="00DD3A7E"/>
    <w:rsid w:val="00DD401F"/>
    <w:rsid w:val="00DD492D"/>
    <w:rsid w:val="00DE1960"/>
    <w:rsid w:val="00DE2A1A"/>
    <w:rsid w:val="00DE7EEF"/>
    <w:rsid w:val="00DF1A83"/>
    <w:rsid w:val="00DF4890"/>
    <w:rsid w:val="00E00BC9"/>
    <w:rsid w:val="00E1328D"/>
    <w:rsid w:val="00E1773D"/>
    <w:rsid w:val="00E1786F"/>
    <w:rsid w:val="00E2390A"/>
    <w:rsid w:val="00E24B0F"/>
    <w:rsid w:val="00E2515B"/>
    <w:rsid w:val="00E26859"/>
    <w:rsid w:val="00E30EBF"/>
    <w:rsid w:val="00E42445"/>
    <w:rsid w:val="00E433E2"/>
    <w:rsid w:val="00E513F4"/>
    <w:rsid w:val="00E55B3A"/>
    <w:rsid w:val="00E61783"/>
    <w:rsid w:val="00E6594B"/>
    <w:rsid w:val="00E746B9"/>
    <w:rsid w:val="00E81A2B"/>
    <w:rsid w:val="00E84643"/>
    <w:rsid w:val="00E9631D"/>
    <w:rsid w:val="00EA33FD"/>
    <w:rsid w:val="00EC26DE"/>
    <w:rsid w:val="00ED0C7D"/>
    <w:rsid w:val="00ED1178"/>
    <w:rsid w:val="00ED130D"/>
    <w:rsid w:val="00ED1726"/>
    <w:rsid w:val="00EF0904"/>
    <w:rsid w:val="00EF3466"/>
    <w:rsid w:val="00EF617B"/>
    <w:rsid w:val="00F00A60"/>
    <w:rsid w:val="00F15D79"/>
    <w:rsid w:val="00F21FE3"/>
    <w:rsid w:val="00F2620F"/>
    <w:rsid w:val="00F304B1"/>
    <w:rsid w:val="00F35578"/>
    <w:rsid w:val="00F35CF9"/>
    <w:rsid w:val="00F40B79"/>
    <w:rsid w:val="00F47550"/>
    <w:rsid w:val="00F5577C"/>
    <w:rsid w:val="00F56BEB"/>
    <w:rsid w:val="00F60296"/>
    <w:rsid w:val="00F604E9"/>
    <w:rsid w:val="00F61EAC"/>
    <w:rsid w:val="00F65D91"/>
    <w:rsid w:val="00F75AC5"/>
    <w:rsid w:val="00F824F1"/>
    <w:rsid w:val="00F86365"/>
    <w:rsid w:val="00F87BEB"/>
    <w:rsid w:val="00F918AD"/>
    <w:rsid w:val="00F97549"/>
    <w:rsid w:val="00FA1AF7"/>
    <w:rsid w:val="00FA4B3D"/>
    <w:rsid w:val="00FB0F6F"/>
    <w:rsid w:val="00FB37D6"/>
    <w:rsid w:val="00FD2FD3"/>
    <w:rsid w:val="00FE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152"/>
    <w:rPr>
      <w:rFonts w:ascii="Arial" w:hAnsi="Arial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2FB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22FB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22FB9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22FB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22FB9"/>
    <w:rPr>
      <w:rFonts w:ascii="Calibri" w:hAnsi="Calibri" w:cs="Times New Roman"/>
      <w:b/>
      <w:bCs/>
    </w:rPr>
  </w:style>
  <w:style w:type="table" w:styleId="TableGrid">
    <w:name w:val="Table Grid"/>
    <w:basedOn w:val="TableNormal"/>
    <w:uiPriority w:val="99"/>
    <w:rsid w:val="00A8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22FB9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22FB9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22FB9"/>
    <w:rPr>
      <w:rFonts w:ascii="Arial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381B90"/>
    <w:rPr>
      <w:rFonts w:ascii="Verdana" w:hAnsi="Verdana" w:cs="Times New Roman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Normal"/>
    <w:uiPriority w:val="99"/>
    <w:rsid w:val="004968DB"/>
    <w:pPr>
      <w:ind w:firstLine="454"/>
      <w:jc w:val="both"/>
    </w:pPr>
    <w:rPr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537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3775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3F52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F52B2"/>
    <w:rPr>
      <w:rFonts w:ascii="Arial" w:hAnsi="Arial" w:cs="Times New Roman"/>
      <w:sz w:val="22"/>
    </w:rPr>
  </w:style>
  <w:style w:type="paragraph" w:customStyle="1" w:styleId="ParaCharCharCharCharCharCharChar">
    <w:name w:val="Προεπιλεγμένη γραμματοσειρά Para Char Char Char Char Char Char Char"/>
    <w:basedOn w:val="Normal"/>
    <w:uiPriority w:val="99"/>
    <w:rsid w:val="00644F35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8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306</TotalTime>
  <Pages>1</Pages>
  <Words>269</Words>
  <Characters>1456</Characters>
  <Application>Microsoft Office Outlook</Application>
  <DocSecurity>0</DocSecurity>
  <Lines>0</Lines>
  <Paragraphs>0</Paragraphs>
  <ScaleCrop>false</ScaleCrop>
  <Company>Κ.τ.Π.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dc:description/>
  <cp:lastModifiedBy>user</cp:lastModifiedBy>
  <cp:revision>60</cp:revision>
  <cp:lastPrinted>2019-02-07T10:37:00Z</cp:lastPrinted>
  <dcterms:created xsi:type="dcterms:W3CDTF">2016-11-03T09:05:00Z</dcterms:created>
  <dcterms:modified xsi:type="dcterms:W3CDTF">2019-02-12T09:54:00Z</dcterms:modified>
</cp:coreProperties>
</file>